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E46DD7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F1567" w:rsidRPr="00FF1567" w:rsidRDefault="00FF1567" w:rsidP="00E97929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C50850" w:rsidRDefault="00C50850" w:rsidP="00C5085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кциона </w:t>
            </w:r>
          </w:p>
          <w:p w:rsidR="00FF1567" w:rsidRDefault="00C50850" w:rsidP="00C5085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</w:tc>
      </w:tr>
    </w:tbl>
    <w:p w:rsidR="00BE7826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D02397" w:rsidRDefault="007A55EF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части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Попова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просп. 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, ул. Воскресенская, просп.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Советских космонавтов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  <w:proofErr w:type="gramEnd"/>
    </w:p>
    <w:p w:rsidR="005C3D62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Теснанова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, про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езда Сибиряковцев, просп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й канал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2)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E97929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___, действующего (ей) на основании___________________</w:t>
      </w:r>
      <w:r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</w:p>
    <w:p w:rsidR="002230FD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2230F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</w:t>
      </w:r>
      <w:r w:rsidRPr="002230FD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653 "О внесении изменения в приложение № 4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>к постановлению Главы городского округа "Город Архангельск" от 24 марта 2023 года № 482";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97929">
        <w:rPr>
          <w:rFonts w:ascii="Times New Roman" w:hAnsi="Times New Roman"/>
          <w:bCs/>
          <w:sz w:val="28"/>
          <w:szCs w:val="28"/>
          <w:lang w:val="ru-RU"/>
        </w:rPr>
        <w:t xml:space="preserve">от "___"___________20___года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Default="00DE3AE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5F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987D9A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705F35" w:rsidRDefault="00705F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  <w:r w:rsidR="002230F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712F5" w:rsidRPr="00F712F5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 части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Попова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927D3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просп.</w:t>
      </w:r>
      <w:r w:rsidR="005D297F" w:rsidRPr="005D297F">
        <w:rPr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, ул. Воскресенская, просп. Советских космонавтов </w:t>
      </w:r>
      <w:r w:rsidRPr="00F712F5">
        <w:rPr>
          <w:rFonts w:ascii="Times New Roman" w:hAnsi="Times New Roman"/>
          <w:sz w:val="28"/>
          <w:szCs w:val="28"/>
          <w:lang w:val="ru-RU"/>
        </w:rPr>
        <w:t>(местоположение 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границы указаны в п</w:t>
      </w:r>
      <w:r w:rsidR="00F927D3">
        <w:rPr>
          <w:rFonts w:ascii="Times New Roman" w:hAnsi="Times New Roman"/>
          <w:sz w:val="28"/>
          <w:szCs w:val="28"/>
          <w:lang w:val="ru-RU"/>
        </w:rPr>
        <w:t>риложении 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площадью 0,3701 га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Теснанова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D297F">
        <w:rPr>
          <w:rFonts w:ascii="Times New Roman" w:hAnsi="Times New Roman"/>
          <w:sz w:val="28"/>
          <w:szCs w:val="28"/>
          <w:lang w:val="ru-RU"/>
        </w:rPr>
        <w:t>проезда Сибиряковцев, просп</w:t>
      </w:r>
      <w:r w:rsidRPr="00F712F5">
        <w:rPr>
          <w:rFonts w:ascii="Times New Roman" w:hAnsi="Times New Roman"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 (мест</w:t>
      </w:r>
      <w:r w:rsidR="008A48C4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F927D3">
        <w:rPr>
          <w:rFonts w:ascii="Times New Roman" w:hAnsi="Times New Roman"/>
          <w:sz w:val="28"/>
          <w:szCs w:val="28"/>
          <w:lang w:val="ru-RU"/>
        </w:rPr>
        <w:t>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="005D297F">
        <w:rPr>
          <w:rFonts w:ascii="Times New Roman" w:hAnsi="Times New Roman"/>
          <w:sz w:val="28"/>
          <w:szCs w:val="28"/>
          <w:lang w:val="ru-RU"/>
        </w:rPr>
        <w:t>0,4439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653 "О внесении изменения в</w:t>
      </w:r>
      <w:proofErr w:type="gramEnd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приложение № 4 к постановлению Главы городского округа "Город Архангельск" от 24 марта 2023 года № 482"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за свой счет и (или) с привлечением других лиц и (или) средств других лиц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соответствии с действующим законодательством Российской Федерации выполнить предусмотренные настоящим Договором обязательства,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"Застройщиком" своих обязательств. </w:t>
      </w:r>
    </w:p>
    <w:p w:rsidR="00065DD9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D4B32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реализации Договора, и их отдельные характеристики, приведены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BD4B32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BD4B32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7F23B6" w:rsidRDefault="00B526E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>в многоквартирных домах, подлежащих строительству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575363" w:rsidRPr="00575363">
        <w:rPr>
          <w:lang w:val="ru-RU"/>
        </w:rPr>
        <w:t xml:space="preserve"> 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>Территори</w:t>
      </w:r>
      <w:r w:rsidR="00575363">
        <w:rPr>
          <w:rFonts w:ascii="Times New Roman" w:hAnsi="Times New Roman"/>
          <w:sz w:val="28"/>
          <w:szCs w:val="28"/>
          <w:lang w:val="ru-RU"/>
        </w:rPr>
        <w:t>и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 xml:space="preserve"> 1 жилой застройки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lastRenderedPageBreak/>
        <w:t xml:space="preserve">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путем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внесени</w:t>
      </w:r>
      <w:r w:rsidR="00575363">
        <w:rPr>
          <w:rFonts w:ascii="Times New Roman" w:hAnsi="Times New Roman"/>
          <w:sz w:val="28"/>
          <w:szCs w:val="28"/>
          <w:lang w:val="ru-RU"/>
        </w:rPr>
        <w:t>я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центральной части муниципального образования "Город Архангельск", утвержденный распоряжением мэра города Архангельска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</w:t>
      </w:r>
      <w:proofErr w:type="gramEnd"/>
      <w:r w:rsidR="00CA6289">
        <w:rPr>
          <w:rFonts w:ascii="Times New Roman" w:hAnsi="Times New Roman"/>
          <w:sz w:val="28"/>
          <w:szCs w:val="28"/>
          <w:lang w:val="ru-RU"/>
        </w:rPr>
        <w:t xml:space="preserve">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>.</w:t>
      </w:r>
    </w:p>
    <w:p w:rsidR="00B526E6" w:rsidRDefault="007F23B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F23B6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B526E6" w:rsidRPr="00B526E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освобождается в целях дальнейшего формирования участка под размещение образовательной  о</w:t>
      </w:r>
      <w:r>
        <w:rPr>
          <w:rFonts w:ascii="Times New Roman" w:hAnsi="Times New Roman"/>
          <w:sz w:val="28"/>
          <w:szCs w:val="28"/>
          <w:lang w:val="ru-RU"/>
        </w:rPr>
        <w:t xml:space="preserve">рганизации (школа на 1000 мест) </w:t>
      </w:r>
      <w:r w:rsidRPr="007F23B6">
        <w:rPr>
          <w:rFonts w:ascii="Times New Roman" w:hAnsi="Times New Roman"/>
          <w:sz w:val="28"/>
          <w:szCs w:val="28"/>
          <w:lang w:val="ru-RU"/>
        </w:rPr>
        <w:t>путем внесения изменений в проект планировки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) муниципального образования "Город Архангельск", 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утвержденный распоряжением мэра города Архангельска от </w:t>
      </w:r>
      <w:r>
        <w:rPr>
          <w:rFonts w:ascii="Times New Roman" w:hAnsi="Times New Roman"/>
          <w:sz w:val="28"/>
          <w:szCs w:val="28"/>
          <w:lang w:val="ru-RU"/>
        </w:rPr>
        <w:t>17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№ 4</w:t>
      </w:r>
      <w:r>
        <w:rPr>
          <w:rFonts w:ascii="Times New Roman" w:hAnsi="Times New Roman"/>
          <w:sz w:val="28"/>
          <w:szCs w:val="28"/>
          <w:lang w:val="ru-RU"/>
        </w:rPr>
        <w:t>53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3р (с изменениями), с проектом межевания (далее по тексту – документация по планировке территории)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7F23B6">
        <w:rPr>
          <w:rFonts w:ascii="Times New Roman" w:hAnsi="Times New Roman"/>
          <w:sz w:val="28"/>
          <w:szCs w:val="28"/>
          <w:lang w:val="ru-RU"/>
        </w:rPr>
        <w:t>в соответствии с нормативами</w:t>
      </w:r>
      <w:proofErr w:type="gramEnd"/>
      <w:r w:rsidRPr="007F23B6">
        <w:rPr>
          <w:rFonts w:ascii="Times New Roman" w:hAnsi="Times New Roman"/>
          <w:sz w:val="28"/>
          <w:szCs w:val="28"/>
          <w:lang w:val="ru-RU"/>
        </w:rPr>
        <w:t xml:space="preserve"> градостроительного проектирования.</w:t>
      </w:r>
    </w:p>
    <w:p w:rsidR="0058149D" w:rsidRDefault="00703207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с "Администрацией"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987D9A">
      <w:pPr>
        <w:spacing w:before="100" w:beforeAutospacing="1" w:after="238" w:line="233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987D9A">
      <w:pPr>
        <w:numPr>
          <w:ilvl w:val="0"/>
          <w:numId w:val="46"/>
        </w:numPr>
        <w:tabs>
          <w:tab w:val="clear" w:pos="720"/>
          <w:tab w:val="num" w:pos="567"/>
        </w:tabs>
        <w:spacing w:line="233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987D9A">
      <w:pPr>
        <w:spacing w:line="233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987D9A">
      <w:pPr>
        <w:numPr>
          <w:ilvl w:val="0"/>
          <w:numId w:val="47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987D9A">
      <w:pPr>
        <w:spacing w:before="100" w:beforeAutospacing="1" w:line="233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Территории 1 жилой застройки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</w:t>
      </w:r>
      <w:r w:rsidR="001871C1">
        <w:rPr>
          <w:rFonts w:ascii="Times New Roman" w:hAnsi="Times New Roman"/>
          <w:sz w:val="28"/>
          <w:szCs w:val="28"/>
          <w:lang w:val="ru-RU"/>
        </w:rPr>
        <w:lastRenderedPageBreak/>
        <w:t xml:space="preserve">более </w:t>
      </w:r>
      <w:r w:rsidR="000A273F">
        <w:rPr>
          <w:rFonts w:ascii="Times New Roman" w:hAnsi="Times New Roman"/>
          <w:sz w:val="28"/>
          <w:szCs w:val="28"/>
          <w:lang w:val="ru-RU"/>
        </w:rPr>
        <w:t>7,49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6,29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1,2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>м -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элементы улично-дорожной сети, включая элементы озеленения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и благоустройства, тротуаров и парковок.</w:t>
      </w:r>
    </w:p>
    <w:p w:rsidR="00BD76F9" w:rsidRDefault="00BD76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0A273F" w:rsidRDefault="000A273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A273F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освобождается в целях дальнейшего формирования участка под размещение образовательной  организации (школа на 1000 мест). </w:t>
      </w:r>
    </w:p>
    <w:p w:rsidR="006B30CA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0A273F">
        <w:rPr>
          <w:rFonts w:ascii="Times New Roman" w:hAnsi="Times New Roman"/>
          <w:sz w:val="28"/>
          <w:szCs w:val="28"/>
          <w:lang w:val="ru-RU"/>
        </w:rPr>
        <w:t>2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образовательной организации (школа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на 1 000 мест);</w:t>
      </w:r>
    </w:p>
    <w:p w:rsidR="004C68C4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Генеральный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>равила землепользования и застройки городского округа "Город 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и архитектуры Архангельской области от 29 сентября 2020 года № 68-п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0A273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A273F" w:rsidRPr="000A273F">
        <w:rPr>
          <w:lang w:val="ru-RU"/>
        </w:rPr>
        <w:t xml:space="preserve"> </w:t>
      </w:r>
      <w:r w:rsidR="000A273F" w:rsidRPr="000A273F">
        <w:rPr>
          <w:rFonts w:ascii="Times New Roman" w:hAnsi="Times New Roman"/>
          <w:sz w:val="28"/>
          <w:szCs w:val="28"/>
          <w:lang w:val="ru-RU"/>
        </w:rPr>
        <w:t>во исполнение пункта</w:t>
      </w:r>
      <w:proofErr w:type="gramEnd"/>
      <w:r w:rsidR="000A273F" w:rsidRPr="000A273F">
        <w:rPr>
          <w:rFonts w:ascii="Times New Roman" w:hAnsi="Times New Roman"/>
          <w:sz w:val="28"/>
          <w:szCs w:val="28"/>
          <w:lang w:val="ru-RU"/>
        </w:rPr>
        <w:t xml:space="preserve"> 7 части 6 статьи 66 Градостроительного кодекса Российской Федерации.</w:t>
      </w:r>
    </w:p>
    <w:p w:rsidR="003F32BC" w:rsidRDefault="003F32BC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lastRenderedPageBreak/>
        <w:t xml:space="preserve">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E97929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97929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,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годы".</w:t>
      </w:r>
    </w:p>
    <w:p w:rsidR="00C56C9D" w:rsidRDefault="00C56C9D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>При этом в случае наличия вступивших в законную силу решений судов 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земельных участков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 сроками выполнения обязательств.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, исходя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D31917">
        <w:rPr>
          <w:rFonts w:ascii="Times New Roman" w:hAnsi="Times New Roman"/>
          <w:sz w:val="28"/>
          <w:szCs w:val="28"/>
          <w:lang w:val="ru-RU"/>
        </w:rPr>
        <w:t>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строительство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>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5490">
        <w:rPr>
          <w:rFonts w:ascii="Times New Roman" w:hAnsi="Times New Roman"/>
          <w:sz w:val="28"/>
          <w:szCs w:val="28"/>
          <w:lang w:val="ru-RU"/>
        </w:rPr>
        <w:t>6,29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2237A7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2237A7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8A48C4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8A48C4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8A48C4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риложении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987D9A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в течение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705F35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(пятнадцати)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8A48C4">
        <w:rPr>
          <w:rFonts w:ascii="Times New Roman" w:hAnsi="Times New Roman"/>
          <w:sz w:val="28"/>
          <w:szCs w:val="28"/>
          <w:lang w:val="ru-RU"/>
        </w:rPr>
        <w:t>3.1.1 по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в полном размере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987D9A">
      <w:pPr>
        <w:numPr>
          <w:ilvl w:val="0"/>
          <w:numId w:val="48"/>
        </w:numPr>
        <w:tabs>
          <w:tab w:val="clear" w:pos="720"/>
          <w:tab w:val="num" w:pos="928"/>
        </w:tabs>
        <w:spacing w:line="233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987D9A">
      <w:pPr>
        <w:spacing w:line="233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1D013E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1D013E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недостижения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97929">
        <w:rPr>
          <w:rFonts w:ascii="Times New Roman" w:hAnsi="Times New Roman"/>
          <w:sz w:val="28"/>
          <w:szCs w:val="28"/>
          <w:lang w:val="ru-RU"/>
        </w:rPr>
        <w:br/>
        <w:t>В случае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дств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E97929">
        <w:rPr>
          <w:rFonts w:ascii="Times New Roman" w:hAnsi="Times New Roman"/>
          <w:sz w:val="28"/>
          <w:szCs w:val="28"/>
          <w:lang w:val="ru-RU"/>
        </w:rPr>
        <w:t>,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987D9A">
      <w:pPr>
        <w:numPr>
          <w:ilvl w:val="0"/>
          <w:numId w:val="49"/>
        </w:numPr>
        <w:spacing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987D9A">
      <w:pPr>
        <w:numPr>
          <w:ilvl w:val="0"/>
          <w:numId w:val="50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>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Договору, должно быть совершено в письменной форме. Указанное уведомление считается направленным надлежащим образом,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EB6931">
        <w:rPr>
          <w:rFonts w:ascii="Times New Roman" w:hAnsi="Times New Roman"/>
          <w:sz w:val="28"/>
          <w:szCs w:val="28"/>
          <w:lang w:val="ru-RU"/>
        </w:rPr>
        <w:t xml:space="preserve">его частью: </w:t>
      </w:r>
    </w:p>
    <w:p w:rsidR="001B628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764D4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</w:t>
      </w:r>
      <w:r w:rsidR="00E46DD7">
        <w:rPr>
          <w:rFonts w:ascii="Times New Roman" w:hAnsi="Times New Roman"/>
          <w:sz w:val="28"/>
          <w:szCs w:val="28"/>
          <w:lang w:val="ru-RU"/>
        </w:rPr>
        <w:br/>
      </w:r>
      <w:bookmarkStart w:id="0" w:name="_GoBack"/>
      <w:bookmarkEnd w:id="0"/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риложение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 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Default="00741412" w:rsidP="00E97929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705F35" w:rsidRDefault="00741412" w:rsidP="00E97929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8E5F3E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705F35" w:rsidRPr="008E5F3E" w:rsidRDefault="00705F35" w:rsidP="00E97929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987D9A" w:rsidP="00987D9A">
      <w:pPr>
        <w:spacing w:before="100" w:beforeAutospacing="1" w:after="24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</w:t>
      </w:r>
    </w:p>
    <w:sectPr w:rsidR="00793FE8" w:rsidSect="00A8434E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FC" w:rsidRDefault="00E134FC">
      <w:r>
        <w:separator/>
      </w:r>
    </w:p>
  </w:endnote>
  <w:endnote w:type="continuationSeparator" w:id="0">
    <w:p w:rsidR="00E134FC" w:rsidRDefault="00E1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FC" w:rsidRDefault="00E134FC">
      <w:r>
        <w:separator/>
      </w:r>
    </w:p>
  </w:footnote>
  <w:footnote w:type="continuationSeparator" w:id="0">
    <w:p w:rsidR="00E134FC" w:rsidRDefault="00E13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12868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D4196" w:rsidRPr="002D4196" w:rsidRDefault="002D4196">
        <w:pPr>
          <w:pStyle w:val="a3"/>
          <w:jc w:val="center"/>
          <w:rPr>
            <w:rFonts w:ascii="Times New Roman" w:hAnsi="Times New Roman"/>
          </w:rPr>
        </w:pPr>
        <w:r w:rsidRPr="002D4196">
          <w:rPr>
            <w:rFonts w:ascii="Times New Roman" w:hAnsi="Times New Roman"/>
          </w:rPr>
          <w:fldChar w:fldCharType="begin"/>
        </w:r>
        <w:r w:rsidRPr="002D4196">
          <w:rPr>
            <w:rFonts w:ascii="Times New Roman" w:hAnsi="Times New Roman"/>
          </w:rPr>
          <w:instrText>PAGE   \* MERGEFORMAT</w:instrText>
        </w:r>
        <w:r w:rsidRPr="002D4196">
          <w:rPr>
            <w:rFonts w:ascii="Times New Roman" w:hAnsi="Times New Roman"/>
          </w:rPr>
          <w:fldChar w:fldCharType="separate"/>
        </w:r>
        <w:r w:rsidR="00E46DD7" w:rsidRPr="00E46DD7">
          <w:rPr>
            <w:rFonts w:ascii="Times New Roman" w:hAnsi="Times New Roman"/>
            <w:noProof/>
            <w:lang w:val="ru-RU"/>
          </w:rPr>
          <w:t>13</w:t>
        </w:r>
        <w:r w:rsidRPr="002D4196">
          <w:rPr>
            <w:rFonts w:ascii="Times New Roman" w:hAnsi="Times New Roman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196" w:rsidRDefault="002D4196">
    <w:pPr>
      <w:pStyle w:val="a3"/>
      <w:jc w:val="center"/>
    </w:pPr>
  </w:p>
  <w:p w:rsidR="002D4196" w:rsidRDefault="002D41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51681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A4167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0FD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55A9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196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37C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17CC6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4A35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3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48C4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87D9A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AF2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34E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50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5EE9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405"/>
    <w:rsid w:val="00E11E6E"/>
    <w:rsid w:val="00E12767"/>
    <w:rsid w:val="00E129FB"/>
    <w:rsid w:val="00E12CFB"/>
    <w:rsid w:val="00E1326D"/>
    <w:rsid w:val="00E134FC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6DD7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97929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27D3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19D93-4CE2-4CF3-815E-25BCE23F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</TotalTime>
  <Pages>15</Pages>
  <Words>4676</Words>
  <Characters>35111</Characters>
  <Application>Microsoft Office Word</Application>
  <DocSecurity>0</DocSecurity>
  <Lines>292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39708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Елизарова Татьяна Сергеевна</cp:lastModifiedBy>
  <cp:revision>3</cp:revision>
  <cp:lastPrinted>2023-07-04T12:25:00Z</cp:lastPrinted>
  <dcterms:created xsi:type="dcterms:W3CDTF">2023-08-22T11:46:00Z</dcterms:created>
  <dcterms:modified xsi:type="dcterms:W3CDTF">2023-08-22T11:46:00Z</dcterms:modified>
  <cp:category>Бланк</cp:category>
</cp:coreProperties>
</file>